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6C8544" w14:textId="3C9F39EC" w:rsidR="00201AC2" w:rsidRPr="0038377F" w:rsidRDefault="0038377F" w:rsidP="00201AC2">
      <w:pPr>
        <w:spacing w:after="180"/>
        <w:rPr>
          <w:b/>
          <w:sz w:val="44"/>
          <w:szCs w:val="44"/>
        </w:rPr>
      </w:pPr>
      <w:r w:rsidRPr="0038377F">
        <w:rPr>
          <w:b/>
          <w:sz w:val="44"/>
          <w:szCs w:val="44"/>
        </w:rPr>
        <w:t>What mass?</w:t>
      </w:r>
    </w:p>
    <w:p w14:paraId="5C4140A4" w14:textId="77777777" w:rsidR="00201AC2" w:rsidRPr="0038377F" w:rsidRDefault="00201AC2" w:rsidP="00201AC2">
      <w:pPr>
        <w:spacing w:after="180"/>
      </w:pPr>
    </w:p>
    <w:p w14:paraId="4E59C398" w14:textId="610D1D54" w:rsidR="00201AC2" w:rsidRPr="0038377F" w:rsidRDefault="0038377F" w:rsidP="00201AC2">
      <w:pPr>
        <w:spacing w:after="180"/>
      </w:pPr>
      <w:bookmarkStart w:id="0" w:name="_Hlk530393238"/>
      <w:r w:rsidRPr="0038377F">
        <w:t>The reactants are placed on a balance. The total mass is 148.</w:t>
      </w:r>
      <w:r w:rsidR="00954459">
        <w:t>2</w:t>
      </w:r>
      <w:r w:rsidRPr="0038377F">
        <w:t>g.</w:t>
      </w:r>
    </w:p>
    <w:p w14:paraId="261B659B" w14:textId="50783600" w:rsidR="0038377F" w:rsidRDefault="0038377F" w:rsidP="00201AC2">
      <w:pPr>
        <w:spacing w:after="180"/>
      </w:pPr>
      <w:r w:rsidRPr="0038377F">
        <w:rPr>
          <w:noProof/>
        </w:rPr>
        <w:drawing>
          <wp:inline distT="0" distB="0" distL="0" distR="0" wp14:anchorId="2EBC7D63" wp14:editId="0AA8C271">
            <wp:extent cx="4151888" cy="1581150"/>
            <wp:effectExtent l="0" t="0" r="0" b="0"/>
            <wp:docPr id="14" name="Picture 13">
              <a:extLst xmlns:a="http://schemas.openxmlformats.org/drawingml/2006/main">
                <a:ext uri="{FF2B5EF4-FFF2-40B4-BE49-F238E27FC236}">
                  <a16:creationId xmlns:a16="http://schemas.microsoft.com/office/drawing/2014/main" id="{38FA42BC-A20D-4B00-BAE5-5D21EFC89A7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3">
                      <a:extLst>
                        <a:ext uri="{FF2B5EF4-FFF2-40B4-BE49-F238E27FC236}">
                          <a16:creationId xmlns:a16="http://schemas.microsoft.com/office/drawing/2014/main" id="{38FA42BC-A20D-4B00-BAE5-5D21EFC89A71}"/>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4158420" cy="1583638"/>
                    </a:xfrm>
                    <a:prstGeom prst="rect">
                      <a:avLst/>
                    </a:prstGeom>
                  </pic:spPr>
                </pic:pic>
              </a:graphicData>
            </a:graphic>
          </wp:inline>
        </w:drawing>
      </w:r>
    </w:p>
    <w:p w14:paraId="5236349B" w14:textId="073832C9" w:rsidR="0038377F" w:rsidRDefault="0038377F" w:rsidP="00201AC2">
      <w:pPr>
        <w:spacing w:after="180"/>
      </w:pPr>
      <w:r>
        <w:t>The reactants are mixed. A yellow precipitate forms.</w:t>
      </w:r>
    </w:p>
    <w:p w14:paraId="1200F24F" w14:textId="66D03E65" w:rsidR="0038377F" w:rsidRDefault="0038377F" w:rsidP="0038377F">
      <w:pPr>
        <w:spacing w:after="180"/>
        <w:ind w:firstLine="567"/>
      </w:pPr>
      <w:r>
        <w:t xml:space="preserve">         </w:t>
      </w:r>
      <w:r w:rsidRPr="0038377F">
        <w:rPr>
          <w:noProof/>
        </w:rPr>
        <w:drawing>
          <wp:inline distT="0" distB="0" distL="0" distR="0" wp14:anchorId="4D81A3CA" wp14:editId="18B956BA">
            <wp:extent cx="3859272" cy="1619250"/>
            <wp:effectExtent l="0" t="0" r="0" b="0"/>
            <wp:docPr id="15" name="Picture 14">
              <a:extLst xmlns:a="http://schemas.openxmlformats.org/drawingml/2006/main">
                <a:ext uri="{FF2B5EF4-FFF2-40B4-BE49-F238E27FC236}">
                  <a16:creationId xmlns:a16="http://schemas.microsoft.com/office/drawing/2014/main" id="{0F66953C-DAB8-4254-831E-B20AFEEDA55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4">
                      <a:extLst>
                        <a:ext uri="{FF2B5EF4-FFF2-40B4-BE49-F238E27FC236}">
                          <a16:creationId xmlns:a16="http://schemas.microsoft.com/office/drawing/2014/main" id="{0F66953C-DAB8-4254-831E-B20AFEEDA55B}"/>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866590" cy="1622320"/>
                    </a:xfrm>
                    <a:prstGeom prst="rect">
                      <a:avLst/>
                    </a:prstGeom>
                  </pic:spPr>
                </pic:pic>
              </a:graphicData>
            </a:graphic>
          </wp:inline>
        </w:drawing>
      </w:r>
    </w:p>
    <w:bookmarkEnd w:id="0"/>
    <w:p w14:paraId="64B18D43" w14:textId="77777777" w:rsidR="007C26E1" w:rsidRDefault="007C26E1" w:rsidP="00201AC2">
      <w:pPr>
        <w:spacing w:after="180"/>
      </w:pPr>
    </w:p>
    <w:p w14:paraId="0A852487" w14:textId="0E25D213" w:rsidR="00201AC2" w:rsidRPr="0038377F" w:rsidRDefault="0038377F" w:rsidP="00201AC2">
      <w:pPr>
        <w:pStyle w:val="ListParagraph"/>
        <w:numPr>
          <w:ilvl w:val="0"/>
          <w:numId w:val="3"/>
        </w:numPr>
        <w:spacing w:after="180"/>
        <w:ind w:left="567" w:hanging="567"/>
        <w:contextualSpacing w:val="0"/>
      </w:pPr>
      <w:r w:rsidRPr="0038377F">
        <w:t>What is the mass of the products?</w:t>
      </w:r>
    </w:p>
    <w:p w14:paraId="01B37160" w14:textId="3AEF9D13" w:rsidR="00201AC2" w:rsidRDefault="0038377F" w:rsidP="0038377F">
      <w:pPr>
        <w:spacing w:after="240"/>
        <w:ind w:left="567"/>
        <w:rPr>
          <w:szCs w:val="18"/>
        </w:rPr>
      </w:pPr>
      <w:r>
        <w:rPr>
          <w:szCs w:val="18"/>
        </w:rPr>
        <w:t xml:space="preserve">A </w:t>
      </w:r>
      <w:r>
        <w:rPr>
          <w:szCs w:val="18"/>
        </w:rPr>
        <w:tab/>
        <w:t>144.5g</w:t>
      </w:r>
    </w:p>
    <w:p w14:paraId="1569AF28" w14:textId="2095EB7A" w:rsidR="0038377F" w:rsidRDefault="0038377F" w:rsidP="0038377F">
      <w:pPr>
        <w:spacing w:after="240"/>
        <w:ind w:left="567"/>
        <w:rPr>
          <w:szCs w:val="18"/>
        </w:rPr>
      </w:pPr>
      <w:r>
        <w:rPr>
          <w:szCs w:val="18"/>
        </w:rPr>
        <w:t>B</w:t>
      </w:r>
      <w:r>
        <w:rPr>
          <w:szCs w:val="18"/>
        </w:rPr>
        <w:tab/>
      </w:r>
      <w:r>
        <w:rPr>
          <w:szCs w:val="18"/>
        </w:rPr>
        <w:tab/>
        <w:t>150.2g</w:t>
      </w:r>
    </w:p>
    <w:p w14:paraId="32775853" w14:textId="40E3C437" w:rsidR="0038377F" w:rsidRPr="00201AC2" w:rsidRDefault="0038377F" w:rsidP="0038377F">
      <w:pPr>
        <w:spacing w:after="240"/>
        <w:ind w:left="567"/>
        <w:rPr>
          <w:szCs w:val="18"/>
        </w:rPr>
      </w:pPr>
      <w:r>
        <w:rPr>
          <w:szCs w:val="18"/>
        </w:rPr>
        <w:t>C</w:t>
      </w:r>
      <w:r>
        <w:rPr>
          <w:szCs w:val="18"/>
        </w:rPr>
        <w:tab/>
      </w:r>
      <w:r>
        <w:rPr>
          <w:szCs w:val="18"/>
        </w:rPr>
        <w:tab/>
        <w:t>148.</w:t>
      </w:r>
      <w:r w:rsidR="00672EDE">
        <w:rPr>
          <w:szCs w:val="18"/>
        </w:rPr>
        <w:t>2</w:t>
      </w:r>
      <w:r>
        <w:rPr>
          <w:szCs w:val="18"/>
        </w:rPr>
        <w:t>g</w:t>
      </w:r>
    </w:p>
    <w:p w14:paraId="5C11156A" w14:textId="77777777" w:rsidR="00201AC2" w:rsidRPr="00201AC2" w:rsidRDefault="00201AC2" w:rsidP="006F3279">
      <w:pPr>
        <w:spacing w:after="240"/>
        <w:rPr>
          <w:szCs w:val="18"/>
        </w:rPr>
      </w:pPr>
    </w:p>
    <w:p w14:paraId="166F5D6D" w14:textId="77777777"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14:paraId="495FE7E1" w14:textId="0AFDCB74"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38377F">
        <w:rPr>
          <w:i/>
          <w:sz w:val="18"/>
          <w:szCs w:val="18"/>
        </w:rPr>
        <w:t>CPS: Particles and structure</w:t>
      </w:r>
      <w:r w:rsidR="0007651D">
        <w:rPr>
          <w:i/>
          <w:sz w:val="18"/>
          <w:szCs w:val="18"/>
        </w:rPr>
        <w:t xml:space="preserve"> &gt; Topic </w:t>
      </w:r>
      <w:r w:rsidR="0038377F">
        <w:rPr>
          <w:i/>
          <w:sz w:val="18"/>
          <w:szCs w:val="18"/>
        </w:rPr>
        <w:t>CPS4: Understanding reactions</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38377F">
        <w:rPr>
          <w:i/>
          <w:sz w:val="18"/>
          <w:szCs w:val="18"/>
        </w:rPr>
        <w:t>CPS4.2: Conservation of mass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255FE2FA" w14:textId="77777777" w:rsidTr="00323334">
        <w:tc>
          <w:tcPr>
            <w:tcW w:w="12021" w:type="dxa"/>
            <w:shd w:val="clear" w:color="auto" w:fill="FABF8F" w:themeFill="accent6" w:themeFillTint="99"/>
          </w:tcPr>
          <w:p w14:paraId="7F4F6EF0"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rsidRPr="0038377F" w14:paraId="31C94597" w14:textId="77777777" w:rsidTr="00323334">
        <w:tc>
          <w:tcPr>
            <w:tcW w:w="12021" w:type="dxa"/>
            <w:shd w:val="clear" w:color="auto" w:fill="FBD4B4" w:themeFill="accent6" w:themeFillTint="66"/>
          </w:tcPr>
          <w:p w14:paraId="6A9358F9" w14:textId="2BB48718" w:rsidR="006F3279" w:rsidRPr="0038377F" w:rsidRDefault="0038377F" w:rsidP="006F3279">
            <w:pPr>
              <w:spacing w:after="60"/>
              <w:ind w:left="1304"/>
              <w:rPr>
                <w:b/>
                <w:sz w:val="40"/>
                <w:szCs w:val="40"/>
              </w:rPr>
            </w:pPr>
            <w:r w:rsidRPr="0038377F">
              <w:rPr>
                <w:b/>
                <w:sz w:val="40"/>
                <w:szCs w:val="40"/>
              </w:rPr>
              <w:t>What mass?</w:t>
            </w:r>
          </w:p>
        </w:tc>
      </w:tr>
    </w:tbl>
    <w:p w14:paraId="117F725F" w14:textId="77777777" w:rsidR="006F3279" w:rsidRPr="0038377F" w:rsidRDefault="006F3279" w:rsidP="00E172C6">
      <w:pPr>
        <w:spacing w:after="180"/>
        <w:rPr>
          <w:b/>
        </w:rPr>
      </w:pPr>
    </w:p>
    <w:p w14:paraId="6153690C" w14:textId="77777777" w:rsidR="00402E34" w:rsidRPr="0038377F" w:rsidRDefault="00402E34" w:rsidP="00E172C6">
      <w:pPr>
        <w:spacing w:after="180"/>
        <w:rPr>
          <w:b/>
          <w:color w:val="E36C0A" w:themeColor="accent6" w:themeShade="BF"/>
        </w:rPr>
      </w:pPr>
      <w:r w:rsidRPr="0038377F">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rsidRPr="0038377F" w14:paraId="798D9E4B" w14:textId="77777777" w:rsidTr="003F16F9">
        <w:trPr>
          <w:trHeight w:val="340"/>
        </w:trPr>
        <w:tc>
          <w:tcPr>
            <w:tcW w:w="2196" w:type="dxa"/>
          </w:tcPr>
          <w:p w14:paraId="57F1D696" w14:textId="77777777" w:rsidR="00FA5B3A" w:rsidRPr="0038377F" w:rsidRDefault="00FA5B3A" w:rsidP="00FA5B3A">
            <w:pPr>
              <w:spacing w:before="60" w:after="60"/>
            </w:pPr>
            <w:r w:rsidRPr="0038377F">
              <w:t>Learning focus:</w:t>
            </w:r>
          </w:p>
        </w:tc>
        <w:tc>
          <w:tcPr>
            <w:tcW w:w="6820" w:type="dxa"/>
          </w:tcPr>
          <w:p w14:paraId="73C2218A" w14:textId="5B4DBB3E" w:rsidR="00FA5B3A" w:rsidRPr="0038377F" w:rsidRDefault="0038377F" w:rsidP="00FA5B3A">
            <w:pPr>
              <w:spacing w:before="60" w:after="60"/>
            </w:pPr>
            <w:r w:rsidRPr="0038377F">
              <w:t>During a chemical reaction no atoms are created or destroyed. Mass is conserved.</w:t>
            </w:r>
          </w:p>
        </w:tc>
      </w:tr>
      <w:tr w:rsidR="00FA5B3A" w:rsidRPr="0038377F" w14:paraId="54198AC2" w14:textId="77777777" w:rsidTr="003F16F9">
        <w:trPr>
          <w:trHeight w:val="340"/>
        </w:trPr>
        <w:tc>
          <w:tcPr>
            <w:tcW w:w="2196" w:type="dxa"/>
          </w:tcPr>
          <w:p w14:paraId="48FEAA7E" w14:textId="77777777" w:rsidR="00FA5B3A" w:rsidRPr="0038377F" w:rsidRDefault="00FA5B3A" w:rsidP="00FA5B3A">
            <w:pPr>
              <w:spacing w:before="60" w:after="60"/>
            </w:pPr>
            <w:r w:rsidRPr="0038377F">
              <w:t>Observable learning outcome:</w:t>
            </w:r>
          </w:p>
        </w:tc>
        <w:tc>
          <w:tcPr>
            <w:tcW w:w="6820" w:type="dxa"/>
          </w:tcPr>
          <w:p w14:paraId="6CDF785D" w14:textId="4954EC86" w:rsidR="00FA5B3A" w:rsidRPr="0038377F" w:rsidRDefault="0038377F" w:rsidP="00FA5B3A">
            <w:pPr>
              <w:spacing w:before="60" w:after="60"/>
              <w:rPr>
                <w:b/>
              </w:rPr>
            </w:pPr>
            <w:r w:rsidRPr="0038377F">
              <w:t>Predict and explain conservation of mass during a chemical reaction.</w:t>
            </w:r>
          </w:p>
        </w:tc>
      </w:tr>
      <w:tr w:rsidR="00FA5B3A" w:rsidRPr="0038377F" w14:paraId="58792331" w14:textId="77777777" w:rsidTr="003F16F9">
        <w:trPr>
          <w:trHeight w:val="340"/>
        </w:trPr>
        <w:tc>
          <w:tcPr>
            <w:tcW w:w="2196" w:type="dxa"/>
          </w:tcPr>
          <w:p w14:paraId="72ED21CB" w14:textId="77777777" w:rsidR="00FA5B3A" w:rsidRPr="0038377F" w:rsidRDefault="007F5D5D" w:rsidP="00FA5B3A">
            <w:pPr>
              <w:spacing w:before="60" w:after="60"/>
            </w:pPr>
            <w:r w:rsidRPr="0038377F">
              <w:t>Question</w:t>
            </w:r>
            <w:r w:rsidR="00FA5B3A" w:rsidRPr="0038377F">
              <w:t xml:space="preserve"> type:</w:t>
            </w:r>
          </w:p>
        </w:tc>
        <w:tc>
          <w:tcPr>
            <w:tcW w:w="6820" w:type="dxa"/>
          </w:tcPr>
          <w:p w14:paraId="0E36697A" w14:textId="5A53ADBC" w:rsidR="00FA5B3A" w:rsidRPr="0038377F" w:rsidRDefault="0038377F" w:rsidP="00FA5B3A">
            <w:pPr>
              <w:spacing w:before="60" w:after="60"/>
            </w:pPr>
            <w:r w:rsidRPr="0038377F">
              <w:t>simple multiple choice</w:t>
            </w:r>
          </w:p>
        </w:tc>
      </w:tr>
      <w:tr w:rsidR="00FA5B3A" w14:paraId="33D84613" w14:textId="77777777" w:rsidTr="003F16F9">
        <w:trPr>
          <w:trHeight w:val="340"/>
        </w:trPr>
        <w:tc>
          <w:tcPr>
            <w:tcW w:w="2196" w:type="dxa"/>
          </w:tcPr>
          <w:p w14:paraId="3A47FFA5" w14:textId="77777777" w:rsidR="00FA5B3A" w:rsidRPr="0038377F" w:rsidRDefault="00FA5B3A" w:rsidP="00FA5B3A">
            <w:pPr>
              <w:spacing w:before="60" w:after="60"/>
            </w:pPr>
            <w:r w:rsidRPr="0038377F">
              <w:t>Key words:</w:t>
            </w:r>
          </w:p>
        </w:tc>
        <w:tc>
          <w:tcPr>
            <w:tcW w:w="6820" w:type="dxa"/>
            <w:tcBorders>
              <w:bottom w:val="dotted" w:sz="4" w:space="0" w:color="auto"/>
            </w:tcBorders>
          </w:tcPr>
          <w:p w14:paraId="7727258B" w14:textId="7D9F4654" w:rsidR="00FA5B3A" w:rsidRDefault="0038377F" w:rsidP="00FA5B3A">
            <w:pPr>
              <w:spacing w:before="60" w:after="60"/>
            </w:pPr>
            <w:r w:rsidRPr="0038377F">
              <w:t>reactant, product, chemical reaction, mass</w:t>
            </w:r>
          </w:p>
        </w:tc>
      </w:tr>
    </w:tbl>
    <w:p w14:paraId="0B05150E" w14:textId="77777777" w:rsidR="00E172C6" w:rsidRDefault="00E172C6" w:rsidP="00E172C6">
      <w:pPr>
        <w:spacing w:after="180"/>
      </w:pPr>
    </w:p>
    <w:p w14:paraId="21BEE6AF"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2380A198" w14:textId="2BA129C8" w:rsidR="002E0555" w:rsidRPr="00672EDE" w:rsidRDefault="00672EDE" w:rsidP="002E0555">
      <w:pPr>
        <w:spacing w:after="180"/>
      </w:pPr>
      <w:bookmarkStart w:id="1" w:name="_Hlk531337084"/>
      <w:r w:rsidRPr="00672EDE">
        <w:t xml:space="preserve">A question used during research by Barker and Millar </w:t>
      </w:r>
      <w:r w:rsidRPr="00672EDE">
        <w:fldChar w:fldCharType="begin"/>
      </w:r>
      <w:r w:rsidR="00954459">
        <w:instrText xml:space="preserve"> ADDIN EN.CITE &lt;EndNote&gt;&lt;Cite ExcludeAuth="1"&gt;&lt;Author&gt;Barker&lt;/Author&gt;&lt;Year&gt;1999&lt;/Year&gt;&lt;IDText&gt;Students&amp;apos; reasoning about chemical reactions: what changes occur during a context-based post-16 chemistry course?&lt;/IDText&gt;&lt;DisplayText&gt;(1999)&lt;/DisplayText&gt;&lt;record&gt;&lt;titles&gt;&lt;title&gt;Students&amp;apos; reasoning about chemical reactions: what changes occur during a context-based post-16 chemistry course?&lt;/title&gt;&lt;secondary-title&gt;International Journal of Science Education&lt;/secondary-title&gt;&lt;/titles&gt;&lt;pages&gt;645-665&lt;/pages&gt;&lt;number&gt;6&lt;/number&gt;&lt;contributors&gt;&lt;authors&gt;&lt;author&gt;Barker, Vanessa&lt;/author&gt;&lt;author&gt;Millar, Robin&lt;/author&gt;&lt;/authors&gt;&lt;/contributors&gt;&lt;added-date format="utc"&gt;1543573118&lt;/added-date&gt;&lt;ref-type name="Journal Article"&gt;17&lt;/ref-type&gt;&lt;dates&gt;&lt;year&gt;1999&lt;/year&gt;&lt;/dates&gt;&lt;rec-number&gt;35&lt;/rec-number&gt;&lt;last-updated-date format="utc"&gt;1543573208&lt;/last-updated-date&gt;&lt;volume&gt;21&lt;/volume&gt;&lt;/record&gt;&lt;/Cite&gt;&lt;/EndNote&gt;</w:instrText>
      </w:r>
      <w:r w:rsidRPr="00672EDE">
        <w:fldChar w:fldCharType="separate"/>
      </w:r>
      <w:r w:rsidR="00954459">
        <w:rPr>
          <w:noProof/>
        </w:rPr>
        <w:t>(1999)</w:t>
      </w:r>
      <w:r w:rsidRPr="00672EDE">
        <w:fldChar w:fldCharType="end"/>
      </w:r>
      <w:r w:rsidRPr="00672EDE">
        <w:t xml:space="preserve"> asked students to predict whether the mass of two solutions mixed together to form a precipitate would change. Student explanations for their answers revealed a number of misunderstandings.</w:t>
      </w:r>
    </w:p>
    <w:p w14:paraId="29B90505" w14:textId="43C13A54" w:rsidR="00672EDE" w:rsidRDefault="00672EDE" w:rsidP="002E0555">
      <w:pPr>
        <w:spacing w:after="180"/>
      </w:pPr>
      <w:r>
        <w:t>Some students predicted that the mass would increase because a solid “weighs more” than a liquid. Other</w:t>
      </w:r>
      <w:r w:rsidR="00954459">
        <w:t>s</w:t>
      </w:r>
      <w:r>
        <w:t xml:space="preserve"> predicted </w:t>
      </w:r>
      <w:r w:rsidR="00954459">
        <w:t xml:space="preserve">that </w:t>
      </w:r>
      <w:r>
        <w:t>the mass would decrease because a gas is produced. It appeared that the evolution of a gas was something they associated with a</w:t>
      </w:r>
      <w:r w:rsidR="00954459">
        <w:t>ny</w:t>
      </w:r>
      <w:r>
        <w:t xml:space="preserve"> chemical reaction.</w:t>
      </w:r>
    </w:p>
    <w:p w14:paraId="6AEA660C" w14:textId="3BA30F86" w:rsidR="00672EDE" w:rsidRPr="00B36B69" w:rsidRDefault="00672EDE" w:rsidP="002E0555">
      <w:pPr>
        <w:spacing w:after="180"/>
      </w:pPr>
      <w:r>
        <w:t>Students who correctly predicted no change in mass did not always do so for the correct scientific reason. Some made this prediction on the basis that no reaction had taken place.</w:t>
      </w:r>
    </w:p>
    <w:bookmarkEnd w:id="1"/>
    <w:p w14:paraId="47EC1513" w14:textId="77777777"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643AC9F9" w14:textId="77777777" w:rsidR="002E0555" w:rsidRPr="00B36B69" w:rsidRDefault="002E0555" w:rsidP="002E0555">
      <w:pPr>
        <w:spacing w:after="180"/>
      </w:pPr>
      <w:r w:rsidRPr="00B36B69">
        <w:t xml:space="preserve">Students should complete the question individually.  This could be a pencil and paper exercise, or you could use an electronic ‘voting system’ or mini white boards and the PowerPoint presentation.  </w:t>
      </w:r>
    </w:p>
    <w:p w14:paraId="04313B2D" w14:textId="6B8BBB89" w:rsidR="002E0555" w:rsidRPr="002E0555" w:rsidRDefault="002E0555" w:rsidP="0038377F">
      <w:pPr>
        <w:spacing w:after="180"/>
        <w:rPr>
          <w:i/>
        </w:rPr>
      </w:pPr>
      <w:r w:rsidRPr="002E0555">
        <w:rPr>
          <w:i/>
        </w:rPr>
        <w:t>Different</w:t>
      </w:r>
      <w:r w:rsidR="00F76914">
        <w:rPr>
          <w:i/>
        </w:rPr>
        <w:t>i</w:t>
      </w:r>
      <w:r w:rsidRPr="002E0555">
        <w:rPr>
          <w:i/>
        </w:rPr>
        <w:t>ation</w:t>
      </w:r>
    </w:p>
    <w:p w14:paraId="3FCCABD7" w14:textId="7EE2879A" w:rsidR="002E0555" w:rsidRDefault="002E0555" w:rsidP="0038377F">
      <w:pPr>
        <w:spacing w:after="180"/>
      </w:pPr>
      <w:r>
        <w:t>It may help students to observe a demonstration of the actual experiment.</w:t>
      </w:r>
    </w:p>
    <w:p w14:paraId="76AAED1D" w14:textId="0C6807B8" w:rsidR="0038377F" w:rsidRPr="002E0555" w:rsidRDefault="0038377F" w:rsidP="00402E34">
      <w:pPr>
        <w:spacing w:after="180"/>
        <w:rPr>
          <w:b/>
          <w:color w:val="76923C" w:themeColor="accent3" w:themeShade="BF"/>
          <w:sz w:val="24"/>
        </w:rPr>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r w:rsidR="002E0555">
        <w:t xml:space="preserve"> In particular care should be taken with lead nitrate and all safety advice followed (including to wash hands after use).</w:t>
      </w:r>
    </w:p>
    <w:p w14:paraId="4E1C743A" w14:textId="77777777"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34A3BFD8" w14:textId="32349B70" w:rsidR="00BF6C8A" w:rsidRDefault="0038377F" w:rsidP="00BF6C8A">
      <w:pPr>
        <w:spacing w:after="180"/>
      </w:pPr>
      <w:r w:rsidRPr="0038377F">
        <w:t>C</w:t>
      </w:r>
    </w:p>
    <w:p w14:paraId="09039518" w14:textId="77777777" w:rsidR="006A4440" w:rsidRPr="00323334" w:rsidRDefault="004C5D20" w:rsidP="00BF6C8A">
      <w:pPr>
        <w:spacing w:after="180"/>
        <w:rPr>
          <w:b/>
          <w:color w:val="E36C0A" w:themeColor="accent6" w:themeShade="BF"/>
          <w:sz w:val="24"/>
        </w:rPr>
      </w:pPr>
      <w:r w:rsidRPr="00323334">
        <w:rPr>
          <w:b/>
          <w:color w:val="E36C0A" w:themeColor="accent6" w:themeShade="BF"/>
          <w:sz w:val="24"/>
        </w:rPr>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697B621A" w14:textId="3A0A83E5" w:rsidR="004F039C" w:rsidRPr="002E0555" w:rsidRDefault="002E0555" w:rsidP="006A4440">
      <w:pPr>
        <w:spacing w:after="180"/>
      </w:pPr>
      <w:r w:rsidRPr="002E0555">
        <w:t>A student opti</w:t>
      </w:r>
      <w:r w:rsidR="00672EDE">
        <w:t>ng</w:t>
      </w:r>
      <w:r w:rsidRPr="002E0555">
        <w:t xml:space="preserve"> for </w:t>
      </w:r>
      <w:r w:rsidR="00672EDE">
        <w:t xml:space="preserve">answer B </w:t>
      </w:r>
      <w:r w:rsidRPr="002E0555">
        <w:t>could hold some misunderstandings about their macroscopic observation. Further questioning could reveal why a student chose this answer.</w:t>
      </w:r>
      <w:r w:rsidR="00D15AEF" w:rsidRPr="00D15AEF">
        <w:t xml:space="preserve"> </w:t>
      </w:r>
      <w:r w:rsidR="00D15AEF" w:rsidRPr="002E0555">
        <w:t>For example</w:t>
      </w:r>
      <w:r w:rsidR="00D15AEF">
        <w:t>,</w:t>
      </w:r>
      <w:r w:rsidR="00D15AEF" w:rsidRPr="002E0555">
        <w:t xml:space="preserve"> </w:t>
      </w:r>
      <w:r w:rsidR="00954459">
        <w:t xml:space="preserve">a student </w:t>
      </w:r>
      <w:r w:rsidR="00D15AEF" w:rsidRPr="002E0555">
        <w:t>could think that the precipitate has greater mass than a solution because it ‘contains a solid’</w:t>
      </w:r>
    </w:p>
    <w:p w14:paraId="629B8409" w14:textId="4AC7CFF4" w:rsidR="002E0555" w:rsidRPr="002E0555" w:rsidRDefault="002E0555" w:rsidP="006A4440">
      <w:pPr>
        <w:spacing w:after="180"/>
      </w:pPr>
      <w:r w:rsidRPr="002E0555">
        <w:t xml:space="preserve">Option A is less likely to be chosen but </w:t>
      </w:r>
      <w:r w:rsidR="00672EDE">
        <w:t xml:space="preserve">selection could indicate a wider misunderstanding </w:t>
      </w:r>
      <w:r w:rsidR="00954459">
        <w:t>that</w:t>
      </w:r>
      <w:r w:rsidR="00672EDE">
        <w:t xml:space="preserve"> chemical reactions always produc</w:t>
      </w:r>
      <w:r w:rsidR="00954459">
        <w:t>e</w:t>
      </w:r>
      <w:r w:rsidR="00672EDE">
        <w:t xml:space="preserve"> a gas.</w:t>
      </w:r>
    </w:p>
    <w:p w14:paraId="468BBB4E" w14:textId="07D3D172" w:rsidR="002E0555" w:rsidRDefault="004F039C" w:rsidP="006A4440">
      <w:pPr>
        <w:spacing w:after="180"/>
      </w:pPr>
      <w:r w:rsidRPr="004F039C">
        <w:t xml:space="preserve">If students have </w:t>
      </w:r>
      <w:r w:rsidR="001E4950">
        <w:t>misunderstanding</w:t>
      </w:r>
      <w:r w:rsidRPr="004F039C">
        <w:t xml:space="preserve">s </w:t>
      </w:r>
      <w:r w:rsidR="002E0555">
        <w:t>about conservation of mass during a chemical reaction</w:t>
      </w:r>
      <w:r w:rsidR="00672EDE">
        <w:t>, they</w:t>
      </w:r>
      <w:r w:rsidR="002E0555">
        <w:t xml:space="preserve"> could be encouraged to think about what is happening macroscopically (nothing has been added or lost) and sub-microscopically </w:t>
      </w:r>
      <w:r w:rsidR="00954459">
        <w:t>(n</w:t>
      </w:r>
      <w:r w:rsidR="002E0555">
        <w:t>o new atoms have been created or destroyed</w:t>
      </w:r>
      <w:r w:rsidR="00954459">
        <w:t>).</w:t>
      </w:r>
    </w:p>
    <w:p w14:paraId="3D6F7BFA" w14:textId="3224BDA2" w:rsidR="005F1A7B" w:rsidRPr="00672EDE" w:rsidRDefault="004F039C" w:rsidP="006A4440">
      <w:pPr>
        <w:spacing w:after="180"/>
      </w:pPr>
      <w:r w:rsidRPr="00672EDE">
        <w:t xml:space="preserve">The following </w:t>
      </w:r>
      <w:r w:rsidR="005F1A7B" w:rsidRPr="00672EDE">
        <w:t xml:space="preserve">BEST </w:t>
      </w:r>
      <w:r w:rsidR="004C5D20" w:rsidRPr="00672EDE">
        <w:t xml:space="preserve">‘response </w:t>
      </w:r>
      <w:r w:rsidR="00C1460B" w:rsidRPr="00672EDE">
        <w:t>activities</w:t>
      </w:r>
      <w:r w:rsidR="004C5D20" w:rsidRPr="00672EDE">
        <w:t>’</w:t>
      </w:r>
      <w:r w:rsidR="005F1A7B" w:rsidRPr="00672EDE">
        <w:t xml:space="preserve"> </w:t>
      </w:r>
      <w:r w:rsidR="004C5D20" w:rsidRPr="00672EDE">
        <w:t>c</w:t>
      </w:r>
      <w:r w:rsidR="005F1A7B" w:rsidRPr="00672EDE">
        <w:t xml:space="preserve">ould </w:t>
      </w:r>
      <w:r w:rsidR="004C5D20" w:rsidRPr="00672EDE">
        <w:t>be used in follow-up to this diagnostic question</w:t>
      </w:r>
      <w:r w:rsidRPr="00672EDE">
        <w:t>:</w:t>
      </w:r>
    </w:p>
    <w:p w14:paraId="78F3FB4F" w14:textId="39914149" w:rsidR="00A6111E" w:rsidRPr="00672EDE" w:rsidRDefault="002E0555" w:rsidP="00402E34">
      <w:pPr>
        <w:pStyle w:val="ListParagraph"/>
        <w:numPr>
          <w:ilvl w:val="0"/>
          <w:numId w:val="1"/>
        </w:numPr>
        <w:spacing w:after="180"/>
      </w:pPr>
      <w:r w:rsidRPr="00672EDE">
        <w:t>Product mass</w:t>
      </w:r>
    </w:p>
    <w:p w14:paraId="42FD0F91"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014B0FE9" w14:textId="7044F05B" w:rsidR="00D278E8" w:rsidRDefault="00D278E8" w:rsidP="00E172C6">
      <w:pPr>
        <w:spacing w:after="180"/>
      </w:pPr>
      <w:r w:rsidRPr="0038377F">
        <w:t xml:space="preserve">Developed </w:t>
      </w:r>
      <w:r w:rsidR="0015356E" w:rsidRPr="0038377F">
        <w:t xml:space="preserve">by </w:t>
      </w:r>
      <w:r w:rsidR="0038377F" w:rsidRPr="0038377F">
        <w:t xml:space="preserve">Helen Harden </w:t>
      </w:r>
      <w:r w:rsidR="0015356E" w:rsidRPr="0038377F">
        <w:t>(UYSEG)</w:t>
      </w:r>
      <w:r w:rsidR="006A0BEE">
        <w:t xml:space="preserve">,from an idea by Vanessa Barker and Robin Millar </w:t>
      </w:r>
      <w:r w:rsidR="006A0BEE">
        <w:fldChar w:fldCharType="begin"/>
      </w:r>
      <w:r w:rsidR="006A0BEE">
        <w:instrText xml:space="preserve"> ADDIN EN.CITE &lt;EndNote&gt;&lt;Cite ExcludeAuth="1"&gt;&lt;Author&gt;Barker&lt;/Author&gt;&lt;Year&gt;1999&lt;/Year&gt;&lt;IDText&gt;Students&amp;apos; reasoning about chemical reactions: what changes occur during a context-based post-16 chemistry course?&lt;/IDText&gt;&lt;DisplayText&gt;(1999)&lt;/DisplayText&gt;&lt;record&gt;&lt;titles&gt;&lt;title&gt;Students&amp;apos; reasoning about chemical reactions: what changes occur during a context-based post-16 chemistry course?&lt;/title&gt;&lt;secondary-title&gt;International Journal of Science Education&lt;/secondary-title&gt;&lt;/titles&gt;&lt;pages&gt;645-665&lt;/pages&gt;&lt;number&gt;6&lt;/number&gt;&lt;contributors&gt;&lt;authors&gt;&lt;author&gt;Barker, Vanessa&lt;/author&gt;&lt;author&gt;Millar, Robin&lt;/author&gt;&lt;/authors&gt;&lt;/contributors&gt;&lt;added-date format="utc"&gt;1543573118&lt;/added-date&gt;&lt;ref-type name="Journal Article"&gt;17&lt;/ref-type&gt;&lt;dates&gt;&lt;year&gt;1999&lt;/year&gt;&lt;/dates&gt;&lt;rec-number&gt;35&lt;/rec-number&gt;&lt;last-updated-date format="utc"&gt;1543573208&lt;/last-updated-date&gt;&lt;volume&gt;21&lt;/volume&gt;&lt;/record&gt;&lt;/Cite&gt;&lt;/EndNote&gt;</w:instrText>
      </w:r>
      <w:r w:rsidR="006A0BEE">
        <w:fldChar w:fldCharType="separate"/>
      </w:r>
      <w:r w:rsidR="006A0BEE">
        <w:rPr>
          <w:noProof/>
        </w:rPr>
        <w:t>(1999)</w:t>
      </w:r>
      <w:r w:rsidR="006A0BEE">
        <w:fldChar w:fldCharType="end"/>
      </w:r>
      <w:r w:rsidR="006A0BEE">
        <w:t>.</w:t>
      </w:r>
      <w:bookmarkStart w:id="2" w:name="_GoBack"/>
      <w:bookmarkEnd w:id="2"/>
    </w:p>
    <w:p w14:paraId="37AE1624" w14:textId="2236F856" w:rsidR="00CC78A5" w:rsidRDefault="00D278E8" w:rsidP="00E172C6">
      <w:pPr>
        <w:spacing w:after="180"/>
      </w:pPr>
      <w:r w:rsidRPr="0038377F">
        <w:t xml:space="preserve">Images: </w:t>
      </w:r>
      <w:r w:rsidR="0038377F" w:rsidRPr="0038377F">
        <w:t>Helen Harden and Alistair Moore</w:t>
      </w:r>
    </w:p>
    <w:p w14:paraId="7E3C87EC" w14:textId="1BBE7846" w:rsidR="00672EDE" w:rsidRDefault="003117F6" w:rsidP="00E24309">
      <w:pPr>
        <w:spacing w:after="180"/>
        <w:rPr>
          <w:b/>
          <w:color w:val="E36C0A" w:themeColor="accent6" w:themeShade="BF"/>
          <w:sz w:val="24"/>
        </w:rPr>
      </w:pPr>
      <w:r w:rsidRPr="00323334">
        <w:rPr>
          <w:b/>
          <w:color w:val="E36C0A" w:themeColor="accent6" w:themeShade="BF"/>
          <w:sz w:val="24"/>
        </w:rPr>
        <w:t>References</w:t>
      </w:r>
    </w:p>
    <w:p w14:paraId="2C417F1F" w14:textId="77777777" w:rsidR="006A0BEE" w:rsidRPr="006A0BEE" w:rsidRDefault="00672EDE" w:rsidP="006A0BEE">
      <w:pPr>
        <w:pStyle w:val="EndNoteBibliography"/>
      </w:pPr>
      <w:r>
        <w:rPr>
          <w:b/>
          <w:color w:val="E36C0A" w:themeColor="accent6" w:themeShade="BF"/>
          <w:sz w:val="24"/>
        </w:rPr>
        <w:fldChar w:fldCharType="begin"/>
      </w:r>
      <w:r>
        <w:rPr>
          <w:b/>
          <w:color w:val="E36C0A" w:themeColor="accent6" w:themeShade="BF"/>
          <w:sz w:val="24"/>
        </w:rPr>
        <w:instrText xml:space="preserve"> ADDIN EN.REFLIST </w:instrText>
      </w:r>
      <w:r>
        <w:rPr>
          <w:b/>
          <w:color w:val="E36C0A" w:themeColor="accent6" w:themeShade="BF"/>
          <w:sz w:val="24"/>
        </w:rPr>
        <w:fldChar w:fldCharType="separate"/>
      </w:r>
      <w:r w:rsidR="006A0BEE" w:rsidRPr="006A0BEE">
        <w:t xml:space="preserve">Barker, V. and Millar, R. (1999). Students' reasoning about chemical reactions: what changes occur during a context-based post-16 chemistry course? </w:t>
      </w:r>
      <w:r w:rsidR="006A0BEE" w:rsidRPr="006A0BEE">
        <w:rPr>
          <w:i/>
        </w:rPr>
        <w:t>International Journal of Science Education,</w:t>
      </w:r>
      <w:r w:rsidR="006A0BEE" w:rsidRPr="006A0BEE">
        <w:t xml:space="preserve"> 21(6)</w:t>
      </w:r>
      <w:r w:rsidR="006A0BEE" w:rsidRPr="006A0BEE">
        <w:rPr>
          <w:b/>
        </w:rPr>
        <w:t>,</w:t>
      </w:r>
      <w:r w:rsidR="006A0BEE" w:rsidRPr="006A0BEE">
        <w:t xml:space="preserve"> 645-665.</w:t>
      </w:r>
    </w:p>
    <w:p w14:paraId="2C943B45" w14:textId="70634B02" w:rsidR="00B46FF9" w:rsidRPr="001E4950" w:rsidRDefault="00672EDE" w:rsidP="00E24309">
      <w:pPr>
        <w:spacing w:after="180"/>
        <w:rPr>
          <w:b/>
          <w:color w:val="E36C0A" w:themeColor="accent6" w:themeShade="BF"/>
          <w:sz w:val="24"/>
        </w:rPr>
      </w:pPr>
      <w:r>
        <w:rPr>
          <w:b/>
          <w:color w:val="E36C0A" w:themeColor="accent6" w:themeShade="BF"/>
          <w:sz w:val="24"/>
        </w:rPr>
        <w:fldChar w:fldCharType="end"/>
      </w:r>
    </w:p>
    <w:sectPr w:rsidR="00B46FF9" w:rsidRPr="001E4950"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B44375" w14:textId="77777777" w:rsidR="008B3238" w:rsidRDefault="008B3238" w:rsidP="000B473B">
      <w:r>
        <w:separator/>
      </w:r>
    </w:p>
  </w:endnote>
  <w:endnote w:type="continuationSeparator" w:id="0">
    <w:p w14:paraId="21109B3A" w14:textId="77777777" w:rsidR="008B3238" w:rsidRDefault="008B3238"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9CAED"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1E51E763" wp14:editId="47267E42">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2BB0A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E4950">
      <w:rPr>
        <w:noProof/>
      </w:rPr>
      <w:t>3</w:t>
    </w:r>
    <w:r>
      <w:rPr>
        <w:noProof/>
      </w:rPr>
      <w:fldChar w:fldCharType="end"/>
    </w:r>
  </w:p>
  <w:p w14:paraId="162ACEC6"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C1460B">
      <w:rPr>
        <w:sz w:val="16"/>
        <w:szCs w:val="16"/>
      </w:rPr>
      <w:t>question</w:t>
    </w:r>
    <w:r>
      <w:rPr>
        <w:sz w:val="16"/>
        <w:szCs w:val="16"/>
      </w:rPr>
      <w:t xml:space="preserve"> may have been edited. Download the original from </w:t>
    </w:r>
    <w:r w:rsidRPr="00ED4562">
      <w:rPr>
        <w:b/>
        <w:sz w:val="16"/>
        <w:szCs w:val="16"/>
      </w:rPr>
      <w:t>www.BestEvidenceScienceTeaching.org</w:t>
    </w:r>
  </w:p>
  <w:p w14:paraId="034B5255" w14:textId="77777777" w:rsidR="00F12C3B" w:rsidRPr="00201AC2" w:rsidRDefault="001E4950" w:rsidP="001E4950">
    <w:pPr>
      <w:pStyle w:val="Footer"/>
      <w:rPr>
        <w:sz w:val="16"/>
        <w:szCs w:val="16"/>
      </w:rPr>
    </w:pPr>
    <w:r w:rsidRPr="001E4950">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8C1D95" w14:textId="77777777" w:rsidR="008B3238" w:rsidRDefault="008B3238" w:rsidP="000B473B">
      <w:r>
        <w:separator/>
      </w:r>
    </w:p>
  </w:footnote>
  <w:footnote w:type="continuationSeparator" w:id="0">
    <w:p w14:paraId="705AF688" w14:textId="77777777" w:rsidR="008B3238" w:rsidRDefault="008B3238"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A6602F"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4286A49B" wp14:editId="4265A946">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511BA989" wp14:editId="2D43D512">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829836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2ED55"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AC673C8" wp14:editId="1A549647">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A15D45F" wp14:editId="72810B4A">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38899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A35463"/>
    <w:rsid w:val="00015578"/>
    <w:rsid w:val="00024731"/>
    <w:rsid w:val="00026DEC"/>
    <w:rsid w:val="000505CA"/>
    <w:rsid w:val="00055D21"/>
    <w:rsid w:val="0007651D"/>
    <w:rsid w:val="0009089A"/>
    <w:rsid w:val="000947E2"/>
    <w:rsid w:val="00095E04"/>
    <w:rsid w:val="000B45C3"/>
    <w:rsid w:val="000B473B"/>
    <w:rsid w:val="000D0E89"/>
    <w:rsid w:val="000E2689"/>
    <w:rsid w:val="00142613"/>
    <w:rsid w:val="00144DA7"/>
    <w:rsid w:val="0015356E"/>
    <w:rsid w:val="00161D3F"/>
    <w:rsid w:val="001915D4"/>
    <w:rsid w:val="001A1FED"/>
    <w:rsid w:val="001A40E2"/>
    <w:rsid w:val="001C4805"/>
    <w:rsid w:val="001E4950"/>
    <w:rsid w:val="00201AC2"/>
    <w:rsid w:val="00214608"/>
    <w:rsid w:val="0021607B"/>
    <w:rsid w:val="002178AC"/>
    <w:rsid w:val="0022547C"/>
    <w:rsid w:val="00242736"/>
    <w:rsid w:val="0025410A"/>
    <w:rsid w:val="002542C8"/>
    <w:rsid w:val="0027553E"/>
    <w:rsid w:val="0028012F"/>
    <w:rsid w:val="002828DF"/>
    <w:rsid w:val="00287876"/>
    <w:rsid w:val="00292C53"/>
    <w:rsid w:val="00294E22"/>
    <w:rsid w:val="002C22EA"/>
    <w:rsid w:val="002C59BA"/>
    <w:rsid w:val="002E0555"/>
    <w:rsid w:val="00301AA9"/>
    <w:rsid w:val="003117F6"/>
    <w:rsid w:val="00323334"/>
    <w:rsid w:val="003533B8"/>
    <w:rsid w:val="003752BE"/>
    <w:rsid w:val="0038377F"/>
    <w:rsid w:val="003A346A"/>
    <w:rsid w:val="003B2917"/>
    <w:rsid w:val="003B541B"/>
    <w:rsid w:val="003E2B2F"/>
    <w:rsid w:val="003E6046"/>
    <w:rsid w:val="003F16F9"/>
    <w:rsid w:val="00402E34"/>
    <w:rsid w:val="00430C1F"/>
    <w:rsid w:val="00442595"/>
    <w:rsid w:val="0045323E"/>
    <w:rsid w:val="004B0EE1"/>
    <w:rsid w:val="004C5D20"/>
    <w:rsid w:val="004D0D83"/>
    <w:rsid w:val="004E1DF1"/>
    <w:rsid w:val="004E5592"/>
    <w:rsid w:val="004F039C"/>
    <w:rsid w:val="0050055B"/>
    <w:rsid w:val="00524710"/>
    <w:rsid w:val="00555342"/>
    <w:rsid w:val="005560E2"/>
    <w:rsid w:val="005A452E"/>
    <w:rsid w:val="005A6EE7"/>
    <w:rsid w:val="005F1A7B"/>
    <w:rsid w:val="006355D8"/>
    <w:rsid w:val="00642ECD"/>
    <w:rsid w:val="006502A0"/>
    <w:rsid w:val="00672EDE"/>
    <w:rsid w:val="006772F5"/>
    <w:rsid w:val="00695159"/>
    <w:rsid w:val="006A0BEE"/>
    <w:rsid w:val="006A4440"/>
    <w:rsid w:val="006B0615"/>
    <w:rsid w:val="006D166B"/>
    <w:rsid w:val="006F3279"/>
    <w:rsid w:val="006F6C6B"/>
    <w:rsid w:val="00704AEE"/>
    <w:rsid w:val="00722F9A"/>
    <w:rsid w:val="00725FE0"/>
    <w:rsid w:val="00754539"/>
    <w:rsid w:val="00781BC6"/>
    <w:rsid w:val="007A3C86"/>
    <w:rsid w:val="007A683E"/>
    <w:rsid w:val="007A748B"/>
    <w:rsid w:val="007C26E1"/>
    <w:rsid w:val="007D1D65"/>
    <w:rsid w:val="007E0A9E"/>
    <w:rsid w:val="007E5309"/>
    <w:rsid w:val="007F5D5D"/>
    <w:rsid w:val="00800DE1"/>
    <w:rsid w:val="00813F47"/>
    <w:rsid w:val="008450D6"/>
    <w:rsid w:val="00856FCA"/>
    <w:rsid w:val="00873B8C"/>
    <w:rsid w:val="00880E3B"/>
    <w:rsid w:val="008A405F"/>
    <w:rsid w:val="008B3238"/>
    <w:rsid w:val="008C7F34"/>
    <w:rsid w:val="008E580C"/>
    <w:rsid w:val="0090047A"/>
    <w:rsid w:val="00925026"/>
    <w:rsid w:val="00931264"/>
    <w:rsid w:val="00942A4B"/>
    <w:rsid w:val="00954459"/>
    <w:rsid w:val="00961D59"/>
    <w:rsid w:val="009B2CE4"/>
    <w:rsid w:val="009B2D55"/>
    <w:rsid w:val="009C0343"/>
    <w:rsid w:val="009E0D11"/>
    <w:rsid w:val="00A24A16"/>
    <w:rsid w:val="00A35463"/>
    <w:rsid w:val="00A37D14"/>
    <w:rsid w:val="00A42C0B"/>
    <w:rsid w:val="00A54B1F"/>
    <w:rsid w:val="00A6111E"/>
    <w:rsid w:val="00A6168B"/>
    <w:rsid w:val="00A62028"/>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1460B"/>
    <w:rsid w:val="00C246CE"/>
    <w:rsid w:val="00C54711"/>
    <w:rsid w:val="00C57FA2"/>
    <w:rsid w:val="00CC2E4D"/>
    <w:rsid w:val="00CC78A5"/>
    <w:rsid w:val="00CC7B16"/>
    <w:rsid w:val="00CE15FE"/>
    <w:rsid w:val="00D02E15"/>
    <w:rsid w:val="00D14F44"/>
    <w:rsid w:val="00D15AEF"/>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E6B97"/>
    <w:rsid w:val="00F12C3B"/>
    <w:rsid w:val="00F26884"/>
    <w:rsid w:val="00F72ECC"/>
    <w:rsid w:val="00F76914"/>
    <w:rsid w:val="00F8355F"/>
    <w:rsid w:val="00FA3196"/>
    <w:rsid w:val="00FA5B3A"/>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838B96"/>
  <w15:docId w15:val="{33949DCA-BC3A-42AC-AA55-57A5AC4D4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672EDE"/>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672EDE"/>
    <w:rPr>
      <w:rFonts w:ascii="Calibri" w:hAnsi="Calibri" w:cs="Calibri"/>
      <w:noProof/>
      <w:lang w:val="en-US"/>
    </w:rPr>
  </w:style>
  <w:style w:type="paragraph" w:customStyle="1" w:styleId="EndNoteBibliography">
    <w:name w:val="EndNote Bibliography"/>
    <w:basedOn w:val="Normal"/>
    <w:link w:val="EndNoteBibliographyChar"/>
    <w:rsid w:val="00672EDE"/>
    <w:rPr>
      <w:rFonts w:ascii="Calibri" w:hAnsi="Calibri" w:cs="Calibri"/>
      <w:noProof/>
      <w:lang w:val="en-US"/>
    </w:rPr>
  </w:style>
  <w:style w:type="character" w:customStyle="1" w:styleId="EndNoteBibliographyChar">
    <w:name w:val="EndNote Bibliography Char"/>
    <w:basedOn w:val="DefaultParagraphFont"/>
    <w:link w:val="EndNoteBibliography"/>
    <w:rsid w:val="00672EDE"/>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july)\template_chemistr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template_chemistry_item_diagnostic</Template>
  <TotalTime>86</TotalTime>
  <Pages>3</Pages>
  <Words>754</Words>
  <Characters>4298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3</cp:revision>
  <cp:lastPrinted>2018-11-30T10:27:00Z</cp:lastPrinted>
  <dcterms:created xsi:type="dcterms:W3CDTF">2018-11-19T11:23:00Z</dcterms:created>
  <dcterms:modified xsi:type="dcterms:W3CDTF">2018-11-30T11:20:00Z</dcterms:modified>
</cp:coreProperties>
</file>